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gif" ContentType="image/gif"/>
  <Default Extension="png" ContentType="image/png"/>
  <Default Extension="jpg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    <Relationship Id="rId2" Type="http://schemas.openxmlformats.org/package/2006/relationships/metadata/core-properties" Target="docProps/core.xml"/>
    <Relationship Id="rId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>
  <w:body>
    <w:p w:rsidR="00674E1A" w:rsidRDefault="00674E1A" w:rsidP="000220E4">
      <w:pPr>
        <w:pStyle w:val="Heading1"/>
      </w:pPr>
      <w:r>
        <w:rPr>
          <w:color w:val="CC0000"/>
        </w:rPr>
        <w:t>Containerformate</w:t>
      </w:r>
    </w:p>
    <w:p w:rsidR="00674E1A" w:rsidRDefault="00674E1A">
      <w:r w:rsidRPr="003B2A33">
        <w:rPr>
          <w:i/>
        </w:rPr>
        <w:t>Beispiel zum #tekom16-Vortrag von T. Meinike</w:t>
      </w:r>
    </w:p>
    <w:p w:rsidR="00674E1A" w:rsidRDefault="00674E1A" w:rsidP="000220E4">
      <w:r>
        <w:pict>
          <v:shape xmlns:v="urn:schemas-microsoft-com:vml" style="width:13.4cm;height:4cm">
            <v:imagedata xmlns:r="http://schemas.openxmlformats.org/officeDocument/2006/relationships" xmlns:o="urn:schemas-microsoft-com:office:office" r:id="rId10" o:title="Containerformate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E-Books</w:t>
      </w:r>
    </w:p>
    <w:p w:rsidR="00674E1A" w:rsidRDefault="00674E1A">
      <w:r w:rsidRPr="003B2A33">
        <w:rPr>
          <w:i/>
        </w:rPr>
        <w:t>E-Books im EPUB-Format sind ebenfalls als ZIP-Archive organisiert. Neben Steuerdateien werden hauptsächlich HTML-Dokumente, Stylesheets und Bilder verpackt.</w:t>
        <w:br/>
      </w:r>
    </w:p>
    <w:p w:rsidR="00674E1A" w:rsidRDefault="00674E1A" w:rsidP="000220E4">
      <w:r>
        <w:pict>
          <v:shape xmlns:v="urn:schemas-microsoft-com:vml" style="width:2.2cm;height:3cm;margin-top:1cm">
            <v:imagedata xmlns:r="http://schemas.openxmlformats.org/officeDocument/2006/relationships" xmlns:o="urn:schemas-microsoft-com:office:office" r:id="rId11" o:title="EPUB-Struktur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Geodaten</w:t>
      </w:r>
    </w:p>
    <w:p w:rsidR="00674E1A" w:rsidRDefault="00674E1A">
      <w:r w:rsidRPr="003B2A33">
        <w:rPr>
          <w:i/>
        </w:rPr>
        <w:t>Anwendungen zum Erfassen von Geodaten verwenden unterschiedliche Speicherformate. Für Google Earth wurde beispielsweise KML/KMZ entwickelt.</w:t>
        <w:br/>
      </w:r>
    </w:p>
    <w:p w:rsidR="00674E1A" w:rsidRDefault="00674E1A" w:rsidP="000220E4">
      <w:r>
        <w:pict>
          <v:shape xmlns:v="urn:schemas-microsoft-com:vml" style="width:1.5cm;height:1cm;margin-top:1cm">
            <v:imagedata xmlns:r="http://schemas.openxmlformats.org/officeDocument/2006/relationships" xmlns:o="urn:schemas-microsoft-com:office:office" r:id="rId12" o:title="KMZ-Struktur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HTML Help</w:t>
      </w:r>
    </w:p>
    <w:p w:rsidR="00674E1A" w:rsidRDefault="00674E1A">
      <w:r w:rsidRPr="003B2A33">
        <w:rPr>
          <w:i/>
        </w:rPr>
        <w:t>HTML Help (CHM) ist ein Format für die Realisierung von Windows-Hilfen. Es wird mit dem Help-Compiler mittels LZX-Algorithmus komprimiert.</w:t>
        <w:br/>
      </w:r>
    </w:p>
    <w:p w:rsidR="00674E1A" w:rsidRDefault="00674E1A" w:rsidP="000220E4">
      <w:r>
        <w:pict>
          <v:shape xmlns:v="urn:schemas-microsoft-com:vml" style="width:7.6cm;height:7.4cm;margin-top:1cm">
            <v:imagedata xmlns:r="http://schemas.openxmlformats.org/officeDocument/2006/relationships" xmlns:o="urn:schemas-microsoft-com:office:office" r:id="rId13" o:title="CHM-Struktur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InDesign</w:t>
      </w:r>
    </w:p>
    <w:p w:rsidR="00674E1A" w:rsidRDefault="00674E1A">
      <w:r w:rsidRPr="003B2A33">
        <w:rPr>
          <w:i/>
        </w:rPr>
        <w:t>InDesign bietet einen Dokumentexport nach IDML. Dieser ist primär für den Austausch zwischen verschiedenen Programm-Versionen gedacht, lässt sich aber auch separat erzeugen.</w:t>
        <w:br/>
      </w:r>
    </w:p>
    <w:p w:rsidR="00674E1A" w:rsidRDefault="00674E1A" w:rsidP="000220E4">
      <w:r>
        <w:pict>
          <v:shape xmlns:v="urn:schemas-microsoft-com:vml" style="width:2.5cm;height:3.9cm;margin-top:1cm">
            <v:imagedata xmlns:r="http://schemas.openxmlformats.org/officeDocument/2006/relationships" xmlns:o="urn:schemas-microsoft-com:office:office" r:id="rId14" o:title="IDML-Struktur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Mind-Maps</w:t>
      </w:r>
    </w:p>
    <w:p w:rsidR="00674E1A" w:rsidRDefault="00674E1A">
      <w:r w:rsidRPr="003B2A33">
        <w:rPr>
          <w:i/>
        </w:rPr>
        <w:t>Mind-Maps nutzen eigene XML-Formate zum Ablegen der Strukturen, einige Programme speichern in gepackter Form.</w:t>
        <w:br/>
      </w:r>
    </w:p>
    <w:p w:rsidR="00674E1A" w:rsidRDefault="00674E1A" w:rsidP="000220E4">
      <w:r>
        <w:pict>
          <v:shape xmlns:v="urn:schemas-microsoft-com:vml" style="width:2.1cm;height:2.4cm;margin-top:1cm">
            <v:imagedata xmlns:r="http://schemas.openxmlformats.org/officeDocument/2006/relationships" xmlns:o="urn:schemas-microsoft-com:office:office" r:id="rId15" o:title="XMind-Struktur"/>
          </v:shape>
        </w:pict>
        <w:br/>
      </w:r>
    </w:p>
    <w:p w:rsidR="00674E1A" w:rsidRPr="000220E4" w:rsidRDefault="00674E1A" w:rsidP="000220E4">
      <w:pPr>
        <w:pStyle w:val="Heading2"/>
      </w:pPr>
      <w:r>
        <w:rPr>
          <w:color w:val="009900"/>
        </w:rPr>
        <w:t>Office-Dokumente</w:t>
      </w:r>
    </w:p>
    <w:p w:rsidR="00674E1A" w:rsidRDefault="00674E1A">
      <w:r w:rsidRPr="003B2A33">
        <w:rPr>
          <w:i/>
        </w:rPr>
        <w:t>Typische Office-Formate von Microsoft (DOCX, PPTX, XLSX) und von OpenOffice/LibreOffice (ODT, ODP, ODS) sind ZIP-Archive mit speziellen Datei- und Verzeichnisstrukturen.</w:t>
        <w:br/>
      </w:r>
    </w:p>
    <w:p w:rsidR="00674E1A" w:rsidRDefault="00674E1A" w:rsidP="000220E4">
      <w:r>
        <w:pict>
          <v:shape xmlns:v="urn:schemas-microsoft-com:vml" style="width:2.8cm;height:4.7cm;margin-top:1cm">
            <v:imagedata xmlns:r="http://schemas.openxmlformats.org/officeDocument/2006/relationships" xmlns:o="urn:schemas-microsoft-com:office:office" r:id="rId16" o:title="DOCX-Struktur"/>
          </v:shape>
        </w:pict>
        <w:br/>
      </w:r>
    </w:p>
    <w:sectPr w:rsidR="00674E1A" w:rsidSect="00044EE3">
      <w:footerReference xmlns:r="http://schemas.openxmlformats.org/officeDocument/2006/relationships" w:type="even" r:id="rId9"/>
      <w:footerReference xmlns:r="http://schemas.openxmlformats.org/officeDocument/2006/relationships" w:type="default" r:id="rId9"/>
      <w:pgSz w:w="11906" w:h="16838"/>
      <w:pgMar w:top="568" w:right="1134" w:bottom="28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E1A" w:rsidRDefault="00674E1A">
      <w:r>
        <w:separator/>
      </w:r>
    </w:p>
  </w:endnote>
  <w:endnote w:type="continuationSeparator" w:id="0">
    <w:p w:rsidR="00674E1A" w:rsidRDefault="00674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E1A" w:rsidRDefault="00674E1A" w:rsidP="00A253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4E1A" w:rsidRDefault="00674E1A" w:rsidP="0062642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E1A" w:rsidRDefault="00674E1A">
      <w:r>
        <w:separator/>
      </w:r>
    </w:p>
  </w:footnote>
  <w:footnote w:type="continuationSeparator" w:id="0">
    <w:p w:rsidR="00674E1A" w:rsidRDefault="00674E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92553"/>
    <w:multiLevelType w:val="hybridMultilevel"/>
    <w:tmpl w:val="5434AC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9C6F95"/>
    <w:multiLevelType w:val="multilevel"/>
    <w:tmpl w:val="E556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F12975"/>
    <w:multiLevelType w:val="multilevel"/>
    <w:tmpl w:val="E5743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807406"/>
    <w:multiLevelType w:val="hybridMultilevel"/>
    <w:tmpl w:val="E5743E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A7A"/>
    <w:rsid w:val="00011489"/>
    <w:rsid w:val="000220E4"/>
    <w:rsid w:val="0002654A"/>
    <w:rsid w:val="00027063"/>
    <w:rsid w:val="00030D57"/>
    <w:rsid w:val="00035D0B"/>
    <w:rsid w:val="00043BAA"/>
    <w:rsid w:val="00044EE3"/>
    <w:rsid w:val="00047828"/>
    <w:rsid w:val="00047920"/>
    <w:rsid w:val="000610EC"/>
    <w:rsid w:val="00075B42"/>
    <w:rsid w:val="00075D8F"/>
    <w:rsid w:val="0008135E"/>
    <w:rsid w:val="00086826"/>
    <w:rsid w:val="00093121"/>
    <w:rsid w:val="000A0B52"/>
    <w:rsid w:val="000A1335"/>
    <w:rsid w:val="000A14CF"/>
    <w:rsid w:val="000A7A86"/>
    <w:rsid w:val="000B1916"/>
    <w:rsid w:val="000B48DD"/>
    <w:rsid w:val="000B6B49"/>
    <w:rsid w:val="000D03F4"/>
    <w:rsid w:val="000D11E3"/>
    <w:rsid w:val="000D1564"/>
    <w:rsid w:val="000F19B2"/>
    <w:rsid w:val="001003EA"/>
    <w:rsid w:val="00100F72"/>
    <w:rsid w:val="0011208D"/>
    <w:rsid w:val="0011226C"/>
    <w:rsid w:val="00112B44"/>
    <w:rsid w:val="00120F78"/>
    <w:rsid w:val="001223BF"/>
    <w:rsid w:val="001331AA"/>
    <w:rsid w:val="00141F38"/>
    <w:rsid w:val="001444F6"/>
    <w:rsid w:val="00145F90"/>
    <w:rsid w:val="00153EFB"/>
    <w:rsid w:val="00160860"/>
    <w:rsid w:val="001627CA"/>
    <w:rsid w:val="00174CD5"/>
    <w:rsid w:val="001910F1"/>
    <w:rsid w:val="001932FD"/>
    <w:rsid w:val="001B44BB"/>
    <w:rsid w:val="001C6C05"/>
    <w:rsid w:val="001D6526"/>
    <w:rsid w:val="001D6B44"/>
    <w:rsid w:val="001F19C8"/>
    <w:rsid w:val="002039CB"/>
    <w:rsid w:val="00215DFE"/>
    <w:rsid w:val="00216689"/>
    <w:rsid w:val="00220A20"/>
    <w:rsid w:val="0022162C"/>
    <w:rsid w:val="00226852"/>
    <w:rsid w:val="00231DF5"/>
    <w:rsid w:val="002379F6"/>
    <w:rsid w:val="002452CF"/>
    <w:rsid w:val="00246028"/>
    <w:rsid w:val="00246107"/>
    <w:rsid w:val="0024782D"/>
    <w:rsid w:val="0027232C"/>
    <w:rsid w:val="00284BFE"/>
    <w:rsid w:val="00290E5C"/>
    <w:rsid w:val="002A6EC6"/>
    <w:rsid w:val="002C3B4D"/>
    <w:rsid w:val="002C556D"/>
    <w:rsid w:val="002D3B9A"/>
    <w:rsid w:val="00305723"/>
    <w:rsid w:val="00311E5A"/>
    <w:rsid w:val="0031358A"/>
    <w:rsid w:val="00320B3E"/>
    <w:rsid w:val="0034579F"/>
    <w:rsid w:val="003511B4"/>
    <w:rsid w:val="003531A0"/>
    <w:rsid w:val="00353A8B"/>
    <w:rsid w:val="003724EB"/>
    <w:rsid w:val="00376FF4"/>
    <w:rsid w:val="003824BF"/>
    <w:rsid w:val="00384ADF"/>
    <w:rsid w:val="003A2BF2"/>
    <w:rsid w:val="003A7577"/>
    <w:rsid w:val="003B2A33"/>
    <w:rsid w:val="003D51BF"/>
    <w:rsid w:val="00400016"/>
    <w:rsid w:val="00404BCD"/>
    <w:rsid w:val="00407534"/>
    <w:rsid w:val="00416113"/>
    <w:rsid w:val="00421898"/>
    <w:rsid w:val="0042626A"/>
    <w:rsid w:val="004309C6"/>
    <w:rsid w:val="00432C66"/>
    <w:rsid w:val="00437F2A"/>
    <w:rsid w:val="00444165"/>
    <w:rsid w:val="00455762"/>
    <w:rsid w:val="00460FF9"/>
    <w:rsid w:val="00484420"/>
    <w:rsid w:val="004A5F77"/>
    <w:rsid w:val="004A692C"/>
    <w:rsid w:val="004C42F8"/>
    <w:rsid w:val="004D7D53"/>
    <w:rsid w:val="004F3FB6"/>
    <w:rsid w:val="00505D45"/>
    <w:rsid w:val="00525239"/>
    <w:rsid w:val="00530D35"/>
    <w:rsid w:val="005362AC"/>
    <w:rsid w:val="00546481"/>
    <w:rsid w:val="00562F88"/>
    <w:rsid w:val="00580028"/>
    <w:rsid w:val="00584F42"/>
    <w:rsid w:val="00596BD1"/>
    <w:rsid w:val="005A30BA"/>
    <w:rsid w:val="005A3205"/>
    <w:rsid w:val="005B0107"/>
    <w:rsid w:val="005C2166"/>
    <w:rsid w:val="005C2C7D"/>
    <w:rsid w:val="005C3784"/>
    <w:rsid w:val="005C49F1"/>
    <w:rsid w:val="005C4D92"/>
    <w:rsid w:val="005C6251"/>
    <w:rsid w:val="006004F4"/>
    <w:rsid w:val="0060258C"/>
    <w:rsid w:val="00607A69"/>
    <w:rsid w:val="00610805"/>
    <w:rsid w:val="00620E76"/>
    <w:rsid w:val="0062642F"/>
    <w:rsid w:val="00637979"/>
    <w:rsid w:val="0064521D"/>
    <w:rsid w:val="00665F23"/>
    <w:rsid w:val="00670951"/>
    <w:rsid w:val="006747E2"/>
    <w:rsid w:val="00674E1A"/>
    <w:rsid w:val="006764B6"/>
    <w:rsid w:val="0068135A"/>
    <w:rsid w:val="0068556E"/>
    <w:rsid w:val="006A26C2"/>
    <w:rsid w:val="00712561"/>
    <w:rsid w:val="00716A28"/>
    <w:rsid w:val="00732BC1"/>
    <w:rsid w:val="00746844"/>
    <w:rsid w:val="007671A1"/>
    <w:rsid w:val="007A53F2"/>
    <w:rsid w:val="007D0939"/>
    <w:rsid w:val="007D3502"/>
    <w:rsid w:val="007D76C5"/>
    <w:rsid w:val="007E1934"/>
    <w:rsid w:val="007E6BE4"/>
    <w:rsid w:val="007F701D"/>
    <w:rsid w:val="00800F14"/>
    <w:rsid w:val="00802553"/>
    <w:rsid w:val="008027D9"/>
    <w:rsid w:val="00804DCE"/>
    <w:rsid w:val="008074E1"/>
    <w:rsid w:val="00812524"/>
    <w:rsid w:val="00817773"/>
    <w:rsid w:val="008217C0"/>
    <w:rsid w:val="008279AF"/>
    <w:rsid w:val="0084221C"/>
    <w:rsid w:val="00855206"/>
    <w:rsid w:val="00882F4F"/>
    <w:rsid w:val="008B0624"/>
    <w:rsid w:val="008B7304"/>
    <w:rsid w:val="008C2912"/>
    <w:rsid w:val="008D73C8"/>
    <w:rsid w:val="008E24AD"/>
    <w:rsid w:val="008E59E7"/>
    <w:rsid w:val="008F1634"/>
    <w:rsid w:val="009028A3"/>
    <w:rsid w:val="009039B9"/>
    <w:rsid w:val="00910085"/>
    <w:rsid w:val="009111A0"/>
    <w:rsid w:val="009151A5"/>
    <w:rsid w:val="00920A73"/>
    <w:rsid w:val="00925862"/>
    <w:rsid w:val="00937FF0"/>
    <w:rsid w:val="00943962"/>
    <w:rsid w:val="00945316"/>
    <w:rsid w:val="00970491"/>
    <w:rsid w:val="00996A21"/>
    <w:rsid w:val="009B0CB3"/>
    <w:rsid w:val="009B4A7B"/>
    <w:rsid w:val="009B5AFA"/>
    <w:rsid w:val="009C2D5D"/>
    <w:rsid w:val="009F4489"/>
    <w:rsid w:val="009F72AF"/>
    <w:rsid w:val="00A00918"/>
    <w:rsid w:val="00A253BF"/>
    <w:rsid w:val="00A33CE3"/>
    <w:rsid w:val="00A41045"/>
    <w:rsid w:val="00A47A5E"/>
    <w:rsid w:val="00A54B5C"/>
    <w:rsid w:val="00A55842"/>
    <w:rsid w:val="00A62D2B"/>
    <w:rsid w:val="00A90094"/>
    <w:rsid w:val="00A90B86"/>
    <w:rsid w:val="00A93D2A"/>
    <w:rsid w:val="00A976B5"/>
    <w:rsid w:val="00AA7264"/>
    <w:rsid w:val="00AC00D9"/>
    <w:rsid w:val="00B140B9"/>
    <w:rsid w:val="00B30504"/>
    <w:rsid w:val="00B468DD"/>
    <w:rsid w:val="00B73000"/>
    <w:rsid w:val="00B74D8F"/>
    <w:rsid w:val="00B75FCB"/>
    <w:rsid w:val="00B765D2"/>
    <w:rsid w:val="00B86306"/>
    <w:rsid w:val="00BB5B36"/>
    <w:rsid w:val="00BB6F32"/>
    <w:rsid w:val="00BC7159"/>
    <w:rsid w:val="00BD4C0F"/>
    <w:rsid w:val="00BE1A7A"/>
    <w:rsid w:val="00BE2ACE"/>
    <w:rsid w:val="00BE30A0"/>
    <w:rsid w:val="00C073E2"/>
    <w:rsid w:val="00C328B8"/>
    <w:rsid w:val="00C5305B"/>
    <w:rsid w:val="00C65260"/>
    <w:rsid w:val="00C66892"/>
    <w:rsid w:val="00C66C8B"/>
    <w:rsid w:val="00C814BA"/>
    <w:rsid w:val="00C90EEF"/>
    <w:rsid w:val="00CA00C9"/>
    <w:rsid w:val="00CC6C41"/>
    <w:rsid w:val="00CF0021"/>
    <w:rsid w:val="00CF214E"/>
    <w:rsid w:val="00D00F49"/>
    <w:rsid w:val="00D027A3"/>
    <w:rsid w:val="00D243F5"/>
    <w:rsid w:val="00D25D1E"/>
    <w:rsid w:val="00D37647"/>
    <w:rsid w:val="00D574C9"/>
    <w:rsid w:val="00D64B58"/>
    <w:rsid w:val="00D74E78"/>
    <w:rsid w:val="00D7782E"/>
    <w:rsid w:val="00D80127"/>
    <w:rsid w:val="00D9657B"/>
    <w:rsid w:val="00DA0D01"/>
    <w:rsid w:val="00DA10B4"/>
    <w:rsid w:val="00DA4DAF"/>
    <w:rsid w:val="00DB01FC"/>
    <w:rsid w:val="00DB66F7"/>
    <w:rsid w:val="00DB7492"/>
    <w:rsid w:val="00DD60BB"/>
    <w:rsid w:val="00DE49E5"/>
    <w:rsid w:val="00E032D7"/>
    <w:rsid w:val="00E0648E"/>
    <w:rsid w:val="00E07609"/>
    <w:rsid w:val="00E25A88"/>
    <w:rsid w:val="00E26F55"/>
    <w:rsid w:val="00E35D77"/>
    <w:rsid w:val="00E43D39"/>
    <w:rsid w:val="00E46539"/>
    <w:rsid w:val="00E64645"/>
    <w:rsid w:val="00E83FE8"/>
    <w:rsid w:val="00E968D6"/>
    <w:rsid w:val="00EA0DB4"/>
    <w:rsid w:val="00EA6050"/>
    <w:rsid w:val="00EA64FD"/>
    <w:rsid w:val="00EC0FED"/>
    <w:rsid w:val="00EC59DC"/>
    <w:rsid w:val="00EE070F"/>
    <w:rsid w:val="00EE1B1E"/>
    <w:rsid w:val="00EE78DB"/>
    <w:rsid w:val="00EF4867"/>
    <w:rsid w:val="00F05A3F"/>
    <w:rsid w:val="00F14B99"/>
    <w:rsid w:val="00F225A7"/>
    <w:rsid w:val="00F47A6D"/>
    <w:rsid w:val="00F5554F"/>
    <w:rsid w:val="00F74AB1"/>
    <w:rsid w:val="00F74B4C"/>
    <w:rsid w:val="00F75660"/>
    <w:rsid w:val="00F76C58"/>
    <w:rsid w:val="00F84798"/>
    <w:rsid w:val="00FA6E9C"/>
    <w:rsid w:val="00FB66F6"/>
    <w:rsid w:val="00FC4E09"/>
    <w:rsid w:val="00FC67E3"/>
    <w:rsid w:val="00FD3BD2"/>
    <w:rsid w:val="00FE5FE3"/>
    <w:rsid w:val="00FF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220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7671A1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0220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671A1"/>
    <w:rPr>
      <w:rFonts w:ascii="Arial" w:hAnsi="Arial" w:cs="Arial"/>
      <w:b/>
      <w:bCs/>
      <w:iCs/>
      <w:sz w:val="28"/>
      <w:szCs w:val="28"/>
      <w:lang w:val="de-DE" w:eastAsia="de-DE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16689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0A0B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264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F5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264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 <Relationship Id="rId1"
                 Type="http://schemas.openxmlformats.org/officeDocument/2006/relationships/styles"
                 Target="styles.xml"/>
   <Relationship Id="rId2"
                 Type="http://schemas.openxmlformats.org/officeDocument/2006/relationships/settings"
                 Target="settings.xml"/>
   <Relationship Id="rId3"
                 Type="http://schemas.openxmlformats.org/officeDocument/2006/relationships/webSettings"
                 Target="webSettings.xml"/>
   <Relationship Id="rId4"
                 Type="http://schemas.openxmlformats.org/officeDocument/2006/relationships/fontTable"
                 Target="fontTable.xml"/>
   <Relationship Id="rId5"
                 Type="http://schemas.openxmlformats.org/officeDocument/2006/relationships/theme"
                 Target="theme/theme1.xml"/>
   <Relationship Id="rId6"
                 Type="http://schemas.openxmlformats.org/officeDocument/2006/relationships/numbering"
                 Target="numbering.xml"/>
   <Relationship Id="rId7"
                 Type="http://schemas.openxmlformats.org/officeDocument/2006/relationships/endnotes"
                 Target="endnotes.xml"/>
   <Relationship Id="rId8"
                 Type="http://schemas.openxmlformats.org/officeDocument/2006/relationships/footnotes"
                 Target="footnotes.xml"/>
   <Relationship Id="rId9"
                 Type="http://schemas.openxmlformats.org/officeDocument/2006/relationships/footer"
                 Target="footer.xml"/>
   <Relationship Id="rId10"
                 Type="http://schemas.openxmlformats.org/officeDocument/2006/relationships/image"
                 Target="media/containerformate.png"/>
   <Relationship Id="rId11"
                 Type="http://schemas.openxmlformats.org/officeDocument/2006/relationships/image"
                 Target="media/epub_struktur.png"/>
   <Relationship Id="rId12"
                 Type="http://schemas.openxmlformats.org/officeDocument/2006/relationships/image"
                 Target="media/kmz_struktur.png"/>
   <Relationship Id="rId13"
                 Type="http://schemas.openxmlformats.org/officeDocument/2006/relationships/image"
                 Target="media/chm_struktur.png"/>
   <Relationship Id="rId14"
                 Type="http://schemas.openxmlformats.org/officeDocument/2006/relationships/image"
                 Target="media/idml_struktur.png"/>
   <Relationship Id="rId15"
                 Type="http://schemas.openxmlformats.org/officeDocument/2006/relationships/image"
                 Target="media/xmind_struktur.png"/>
   <Relationship Id="rId16"
                 Type="http://schemas.openxmlformats.org/officeDocument/2006/relationships/image"
                 Target="media/docx_struktur.pn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214</Words>
  <Characters>1351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>
  <dc:title xmlns:dc="http://purl.org/dc/elements/1.1/">DOCX-Erstellung</dc:title>
  <dc:subject xmlns:dc="http://purl.org/dc/elements/1.1/">Containerformate</dc:subject>
  <dc:creator xmlns:dc="http://purl.org/dc/elements/1.1/">T. Meinike 2016 / inhalt_docx.xsl</dc:creator>
  <cp:keywords>XML, XSLT, DOCX, OOXML</cp:keywords>
  <dc:description xmlns:dc="http://purl.org/dc/elements/1.1/">Beispiel zu XML + XSLT → DOCX</dc:description>
  <cp:lastModifiedBy>inhalt_docx.xsl</cp:lastModifiedBy>
  <cp:revision>1</cp:revision>
  <dcterms:created xmlns:dcterms="http://purl.org/dc/terms/" xmlns:xsi="http://www.w3.org/2001/XMLSchema-instance" xsi:type="dcterms:W3CDTF">2016-10-26T08:02:33Z</dcterms:created>
  <dcterms:modified xmlns:dcterms="http://purl.org/dc/terms/" xmlns:xsi="http://www.w3.org/2001/XMLSchema-instance" xsi:type="dcterms:W3CDTF">2016-10-26T08:02:33Z</dcterms:modified>
</cp:coreProperties>
</file>